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E17A" w14:textId="77777777" w:rsidR="00083CDD" w:rsidRDefault="00083CDD" w:rsidP="009B3BA2"/>
    <w:p w14:paraId="2EB1BDAB" w14:textId="77777777" w:rsidR="005554BE" w:rsidRDefault="005554BE" w:rsidP="009B3BA2"/>
    <w:p w14:paraId="73C6135F" w14:textId="77777777" w:rsidR="005554BE" w:rsidRDefault="005554BE" w:rsidP="009B3BA2"/>
    <w:p w14:paraId="10E223F1" w14:textId="77777777" w:rsidR="00BE56C9" w:rsidRDefault="00BE56C9" w:rsidP="009B3BA2"/>
    <w:p w14:paraId="4E8994EA" w14:textId="77777777" w:rsidR="00BE56C9" w:rsidRDefault="00BE56C9" w:rsidP="009B3BA2"/>
    <w:p w14:paraId="0F22AFF9" w14:textId="77777777" w:rsidR="00BE56C9" w:rsidRDefault="00BE56C9" w:rsidP="009B3BA2"/>
    <w:p w14:paraId="40C5AA90" w14:textId="77777777" w:rsidR="00BE56C9" w:rsidRDefault="00BE56C9" w:rsidP="009B3BA2"/>
    <w:p w14:paraId="7A2D3E9C" w14:textId="77777777" w:rsidR="00BE56C9" w:rsidRDefault="00BE56C9" w:rsidP="009B3BA2"/>
    <w:p w14:paraId="34C7E0E2" w14:textId="77777777" w:rsidR="00BE56C9" w:rsidRDefault="00BE56C9" w:rsidP="009B3BA2"/>
    <w:p w14:paraId="730AFB77" w14:textId="77777777" w:rsidR="00BE56C9" w:rsidRDefault="00BE56C9" w:rsidP="009B3BA2"/>
    <w:p w14:paraId="075DFB5F" w14:textId="77777777" w:rsidR="00BE56C9" w:rsidRDefault="00BE56C9" w:rsidP="009B3BA2"/>
    <w:p w14:paraId="3B8117CC" w14:textId="77777777" w:rsidR="00BE56C9" w:rsidRDefault="00BE56C9" w:rsidP="009B3BA2"/>
    <w:p w14:paraId="627AADFF" w14:textId="77777777" w:rsidR="00BE56C9" w:rsidRDefault="00BE56C9" w:rsidP="009B3BA2"/>
    <w:p w14:paraId="1771F504" w14:textId="77777777" w:rsidR="005554BE" w:rsidRDefault="005554BE" w:rsidP="009B3BA2"/>
    <w:p w14:paraId="09D16B14" w14:textId="77777777" w:rsidR="00BE56C9" w:rsidRDefault="00BE56C9" w:rsidP="009B3BA2"/>
    <w:p w14:paraId="4205A2D3" w14:textId="77777777" w:rsidR="00BE56C9" w:rsidRDefault="00BE56C9" w:rsidP="009B3BA2"/>
    <w:p w14:paraId="7245901F" w14:textId="77777777" w:rsidR="005554BE" w:rsidRDefault="005554BE" w:rsidP="009B3BA2"/>
    <w:p w14:paraId="71B6F29D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58A1D14C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2866CE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A0C4A68" w14:textId="6D139DEC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48F60FB" w14:textId="1F05FBB0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B8857ED" w14:textId="476E847F" w:rsidR="005554BE" w:rsidRPr="005554BE" w:rsidRDefault="008346C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65EF69AF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2E74546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D596127" w14:textId="354B1538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8F0DD06" w14:textId="61735C09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B5C1071" w14:textId="5022BA9C" w:rsidR="005554BE" w:rsidRPr="005554BE" w:rsidRDefault="008346C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3C34906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CB645F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7A754C5" w14:textId="71633213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96BF850" w14:textId="14431D0A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E21DA5F" w14:textId="4EE70AD9" w:rsidR="005554BE" w:rsidRPr="005554BE" w:rsidRDefault="008346C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650C627B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5D5553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432868D" w14:textId="12F2B2DE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160C730" w14:textId="469D0284" w:rsidR="005554BE" w:rsidRPr="005554BE" w:rsidRDefault="008346C7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8C6287E" w14:textId="50BDCC6B" w:rsidR="005554BE" w:rsidRPr="005554BE" w:rsidRDefault="008346C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5554BE" w:rsidRPr="005554BE" w14:paraId="4509ED00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72B060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893830D" w14:textId="4B78B567" w:rsidR="005554BE" w:rsidRPr="005554BE" w:rsidRDefault="00D64BFF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E176643" w14:textId="3DCC0C18" w:rsidR="005554BE" w:rsidRPr="005554BE" w:rsidRDefault="00D64BFF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32BAD854" w14:textId="77777777" w:rsidR="005554BE" w:rsidRPr="005554BE" w:rsidRDefault="00F2336C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BE56C9">
                  <w:rPr>
                    <w:color w:val="000000" w:themeColor="text1"/>
                    <w:sz w:val="14"/>
                  </w:rPr>
                  <w:t>Ing. Kubová, Ph.D.</w:t>
                </w:r>
              </w:sdtContent>
            </w:sdt>
          </w:p>
        </w:tc>
      </w:tr>
      <w:tr w:rsidR="005554BE" w:rsidRPr="005554BE" w14:paraId="1FC91974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8D5F4B7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319D08C" w14:textId="683EDEF7" w:rsidR="005554BE" w:rsidRPr="005554BE" w:rsidRDefault="00D64BFF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006249F4" w14:textId="7DA180AF" w:rsidR="005554BE" w:rsidRPr="005554BE" w:rsidRDefault="00D64BFF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5BBC6DE" w14:textId="77777777" w:rsidR="005554BE" w:rsidRPr="005554BE" w:rsidRDefault="00BE56C9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5554BE" w:rsidRPr="005554BE" w14:paraId="1114338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0E24119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2E81A47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1D44C022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718B8903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6257F990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F09DF2B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8C34AA3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7133D23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81D2D1A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3CD149E4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40DEF37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04D2C" wp14:editId="564D40F0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C0210C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51C0A765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704D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5CC0210C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51C0A765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059EEC06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6CC11A9D" wp14:editId="4726FAA9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3EDFF43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C940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196E4F2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Novotná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9F80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90DBFEC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8993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66B0D68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</w:tr>
      <w:tr w:rsidR="005554BE" w:rsidRPr="005554BE" w14:paraId="14B2406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674D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19C8112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04ED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8ADEDB1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4854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DF9D6CD" w14:textId="48BE7963" w:rsidR="005554BE" w:rsidRPr="005554BE" w:rsidRDefault="00D64BFF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12/2021</w:t>
                </w:r>
              </w:p>
            </w:tc>
          </w:sdtContent>
        </w:sdt>
      </w:tr>
      <w:tr w:rsidR="005554BE" w:rsidRPr="005554BE" w14:paraId="6B1BA6E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E7A2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80FADD" w14:textId="2764F91D" w:rsidR="005554BE" w:rsidRPr="005554BE" w:rsidRDefault="00D64BFF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4E22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905B5C8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Tábor</w:t>
                </w:r>
              </w:p>
            </w:tc>
          </w:sdtContent>
        </w:sdt>
      </w:tr>
      <w:tr w:rsidR="005554BE" w:rsidRPr="005554BE" w14:paraId="39F395F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EDEBF77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62640016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31642D40" w14:textId="09BC25ED" w:rsidR="00AE0D9D" w:rsidRPr="005554BE" w:rsidRDefault="00D64BFF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text/>
            </w:sdtPr>
            <w:sdtEndPr/>
            <w:sdtContent>
              <w:p w14:paraId="6B28C13F" w14:textId="2B8D9CF8" w:rsidR="00AE0D9D" w:rsidRPr="005554BE" w:rsidRDefault="00D64BFF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158A754A" w14:textId="4FEE362C" w:rsidR="00AE0D9D" w:rsidRPr="005554BE" w:rsidRDefault="008346C7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7BC264D5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6BA32E1F" w14:textId="726C6A0F" w:rsidR="005554BE" w:rsidRPr="005554BE" w:rsidRDefault="008346C7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D471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0CD927" w14:textId="4A35E4C3" w:rsidR="005554BE" w:rsidRPr="00217069" w:rsidRDefault="00F2336C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D64BFF">
                  <w:rPr>
                    <w:color w:val="000000" w:themeColor="text1"/>
                    <w:sz w:val="16"/>
                  </w:rPr>
                  <w:t>11 9216 03 00</w:t>
                </w:r>
              </w:sdtContent>
            </w:sdt>
          </w:p>
        </w:tc>
      </w:tr>
      <w:tr w:rsidR="005554BE" w:rsidRPr="005554BE" w14:paraId="2A5F972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CE0F88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C19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AD1732" w14:textId="14E6778D" w:rsidR="005554BE" w:rsidRPr="005554BE" w:rsidRDefault="00D64BFF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DPS</w:t>
                </w:r>
              </w:p>
            </w:tc>
          </w:sdtContent>
        </w:sdt>
      </w:tr>
      <w:tr w:rsidR="005554BE" w:rsidRPr="005554BE" w14:paraId="1061E440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035AF25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8CF65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D2F731" w14:textId="6B0CEF1E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8346C7">
              <w:rPr>
                <w:noProof/>
                <w:color w:val="000000" w:themeColor="text1"/>
                <w:sz w:val="16"/>
              </w:rPr>
              <w:t>2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469E4343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67E2FBD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A19E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2BFE41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482E9C75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0874A51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ACB4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79487E7" w14:textId="71784357" w:rsidR="005554BE" w:rsidRPr="005554BE" w:rsidRDefault="00D64BFF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005878/21/1</w:t>
                </w:r>
              </w:p>
            </w:tc>
          </w:sdtContent>
        </w:sdt>
      </w:tr>
      <w:tr w:rsidR="005554BE" w:rsidRPr="005554BE" w14:paraId="7B53FF6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511C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1F851B0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Kanalizace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62CEF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FA9ACB9" w14:textId="77777777" w:rsidR="005554BE" w:rsidRPr="005554BE" w:rsidRDefault="00BE56C9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01</w:t>
                </w:r>
              </w:p>
            </w:tc>
          </w:sdtContent>
        </w:sdt>
      </w:tr>
      <w:tr w:rsidR="005554BE" w:rsidRPr="005554BE" w14:paraId="6F2E3781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0794C0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2867C639" w14:textId="77777777" w:rsidR="005554BE" w:rsidRPr="005554BE" w:rsidRDefault="00BE56C9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Tabulka šachet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2C4C5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2E790144" w14:textId="669B416A" w:rsidR="005554BE" w:rsidRPr="005554BE" w:rsidRDefault="00D64BFF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D.1.1.1.5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33263DE" w14:textId="77777777" w:rsidR="005554BE" w:rsidRPr="005554BE" w:rsidRDefault="00916646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6A0B74D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143371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1065F5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83D4DB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4889D05E" w14:textId="6052E3ED" w:rsidR="005554BE" w:rsidRPr="005554BE" w:rsidRDefault="008346C7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3</w:t>
                </w:r>
              </w:p>
            </w:tc>
          </w:sdtContent>
        </w:sdt>
      </w:tr>
      <w:tr w:rsidR="005554BE" w:rsidRPr="005554BE" w14:paraId="5280B55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D91DA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5554BE">
              <w:rPr>
                <w:color w:val="000000" w:themeColor="text1"/>
                <w:sz w:val="14"/>
              </w:rPr>
              <w:t>Sweco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</w:t>
            </w:r>
            <w:proofErr w:type="spellStart"/>
            <w:r w:rsidRPr="005554BE">
              <w:rPr>
                <w:color w:val="000000" w:themeColor="text1"/>
                <w:sz w:val="14"/>
              </w:rPr>
              <w:t>Hydroprojekt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562131CF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2EB93D45" w14:textId="77777777" w:rsidR="00C81FAB" w:rsidRDefault="00C81FAB">
      <w:pPr>
        <w:rPr>
          <w:color w:val="000000" w:themeColor="text1"/>
        </w:rPr>
      </w:pPr>
    </w:p>
    <w:sectPr w:rsidR="00C81FAB" w:rsidSect="00BE56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6C969" w14:textId="77777777" w:rsidR="00A31503" w:rsidRDefault="00A31503" w:rsidP="00207A11">
      <w:r>
        <w:separator/>
      </w:r>
    </w:p>
  </w:endnote>
  <w:endnote w:type="continuationSeparator" w:id="0">
    <w:p w14:paraId="018B76BE" w14:textId="77777777" w:rsidR="00A31503" w:rsidRDefault="00A31503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5B99D861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FF68202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EE67EC3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03AF2631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380EDD67" w14:textId="52C4747E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D64BFF">
                <w:rPr>
                  <w:caps/>
                  <w:color w:val="000000" w:themeColor="text1"/>
                  <w:sz w:val="12"/>
                  <w:szCs w:val="12"/>
                </w:rPr>
                <w:t>11 9216 03 00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2D507BEE" w14:textId="77777777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6BF990C4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158D946" w14:textId="149BCA5E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005878/21/1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8944A76" w14:textId="553A6C45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8346C7">
                <w:rPr>
                  <w:color w:val="000000" w:themeColor="text1"/>
                  <w:sz w:val="12"/>
                  <w:szCs w:val="12"/>
                </w:rPr>
                <w:t>3</w:t>
              </w:r>
            </w:sdtContent>
          </w:sdt>
        </w:p>
      </w:tc>
    </w:tr>
  </w:tbl>
  <w:p w14:paraId="6033B1CD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2E80969E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65129E7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C15902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12DC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12DC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6A5906A1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61EECAA" w14:textId="3B85163E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D64BFF">
                <w:rPr>
                  <w:caps/>
                  <w:color w:val="000000" w:themeColor="text1"/>
                  <w:sz w:val="12"/>
                  <w:szCs w:val="12"/>
                </w:rPr>
                <w:t>11 9216 03 00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B69F140" w14:textId="77777777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695CE13D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4603B48" w14:textId="313687B2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005878/21/1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ACF2F78" w14:textId="5F548F6A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8346C7">
                <w:rPr>
                  <w:color w:val="000000" w:themeColor="text1"/>
                  <w:sz w:val="12"/>
                  <w:szCs w:val="12"/>
                </w:rPr>
                <w:t>3</w:t>
              </w:r>
            </w:sdtContent>
          </w:sdt>
        </w:p>
      </w:tc>
    </w:tr>
  </w:tbl>
  <w:p w14:paraId="2B39C86A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990C0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D1851" w14:textId="77777777" w:rsidR="00A31503" w:rsidRDefault="00A31503" w:rsidP="00207A11">
      <w:r>
        <w:separator/>
      </w:r>
    </w:p>
  </w:footnote>
  <w:footnote w:type="continuationSeparator" w:id="0">
    <w:p w14:paraId="03D0BD00" w14:textId="77777777" w:rsidR="00A31503" w:rsidRDefault="00A31503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A65E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72328A4" wp14:editId="7ADAEE39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72DE27E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33C78ACE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D8F4555" w14:textId="3A5A2761" w:rsidR="00C81FAB" w:rsidRPr="00AE3921" w:rsidRDefault="00F2336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Sezimovo Ústí - ul. Pod Vrbou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Rekonstrukce vodovodu a kanalizace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8346C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C6397E9" w14:textId="5396A8A8" w:rsidR="00C81FAB" w:rsidRPr="00AE3921" w:rsidRDefault="00F2336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18462500"/>
              <w:text/>
            </w:sdtPr>
            <w:sdtEndPr/>
            <w:sdtContent>
              <w:r w:rsidR="00D64BFF">
                <w:rPr>
                  <w:bCs/>
                  <w:color w:val="000000" w:themeColor="text1"/>
                  <w:sz w:val="12"/>
                  <w:szCs w:val="12"/>
                </w:rPr>
                <w:t>D.1.1.1.5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33880763"/>
              <w:text/>
            </w:sdtPr>
            <w:sdtEndPr/>
            <w:sdtContent>
              <w:r w:rsidR="00BE56C9">
                <w:rPr>
                  <w:bCs/>
                  <w:color w:val="000000" w:themeColor="text1"/>
                  <w:sz w:val="12"/>
                  <w:szCs w:val="12"/>
                </w:rPr>
                <w:t>Tabulka šachet</w:t>
              </w:r>
            </w:sdtContent>
          </w:sdt>
        </w:p>
      </w:tc>
    </w:tr>
    <w:tr w:rsidR="00C81FAB" w:rsidRPr="00AE3921" w14:paraId="0299C110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924CD6B" w14:textId="250CCC31" w:rsidR="00C81FAB" w:rsidRPr="00AE3921" w:rsidRDefault="00F2336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8346C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E92769" w14:textId="6CF059BA" w:rsidR="00C81FAB" w:rsidRPr="00AE3921" w:rsidRDefault="00F2336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55886956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5F903516" w14:textId="77777777" w:rsidR="00C81FAB" w:rsidRDefault="00F2336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BE56C9">
          <w:rPr>
            <w:bCs/>
            <w:color w:val="000000" w:themeColor="text1"/>
            <w:sz w:val="12"/>
            <w:szCs w:val="12"/>
          </w:rPr>
          <w:t>Kanalizace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BE56C9">
          <w:rPr>
            <w:bCs/>
            <w:color w:val="000000" w:themeColor="text1"/>
            <w:sz w:val="12"/>
            <w:szCs w:val="12"/>
          </w:rPr>
          <w:t>SO 01</w:t>
        </w:r>
      </w:sdtContent>
    </w:sdt>
  </w:p>
  <w:p w14:paraId="3A5188A0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9019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BF1E7F5" wp14:editId="4A5C8788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A33F2D0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1B0CB949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D8BEDA4" w14:textId="08BBCD2E" w:rsidR="00C81FAB" w:rsidRPr="00AE3921" w:rsidRDefault="00F2336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Sezimovo Ústí - ul. Pod Vrbou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Rekonstrukce vodovodu a kanalizace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8346C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C288F42" w14:textId="16E95727" w:rsidR="00C81FAB" w:rsidRPr="00AE3921" w:rsidRDefault="00F2336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763532606"/>
              <w:text/>
            </w:sdtPr>
            <w:sdtEndPr/>
            <w:sdtContent>
              <w:r w:rsidR="00D64BFF">
                <w:rPr>
                  <w:bCs/>
                  <w:color w:val="000000" w:themeColor="text1"/>
                  <w:sz w:val="12"/>
                  <w:szCs w:val="12"/>
                </w:rPr>
                <w:t>D.1.1.1.5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580916663"/>
              <w:text/>
            </w:sdtPr>
            <w:sdtEndPr/>
            <w:sdtContent>
              <w:r w:rsidR="00BE56C9">
                <w:rPr>
                  <w:bCs/>
                  <w:color w:val="000000" w:themeColor="text1"/>
                  <w:sz w:val="12"/>
                  <w:szCs w:val="12"/>
                </w:rPr>
                <w:t>Tabulka šachet</w:t>
              </w:r>
            </w:sdtContent>
          </w:sdt>
        </w:p>
      </w:tc>
    </w:tr>
    <w:tr w:rsidR="00C81FAB" w:rsidRPr="00AE3921" w14:paraId="44825E98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22CE4FC" w14:textId="53F29B25" w:rsidR="00C81FAB" w:rsidRPr="00AE3921" w:rsidRDefault="00F2336C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8346C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F596B9E" w14:textId="656ED23B" w:rsidR="00C81FAB" w:rsidRPr="00AE3921" w:rsidRDefault="00F2336C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709575584"/>
              <w:text/>
            </w:sdtPr>
            <w:sdtEndPr/>
            <w:sdtContent>
              <w:r w:rsidR="00D64BFF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5873D106" w14:textId="77777777" w:rsidR="00C81FAB" w:rsidRDefault="00F2336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BE56C9">
          <w:rPr>
            <w:bCs/>
            <w:color w:val="000000" w:themeColor="text1"/>
            <w:sz w:val="12"/>
            <w:szCs w:val="12"/>
          </w:rPr>
          <w:t>Kanalizace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BE56C9">
          <w:rPr>
            <w:bCs/>
            <w:color w:val="000000" w:themeColor="text1"/>
            <w:sz w:val="12"/>
            <w:szCs w:val="12"/>
          </w:rPr>
          <w:t>SO 01</w:t>
        </w:r>
      </w:sdtContent>
    </w:sdt>
  </w:p>
  <w:p w14:paraId="6E26AAEB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6A4E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72B7C"/>
    <w:rsid w:val="00077945"/>
    <w:rsid w:val="00080905"/>
    <w:rsid w:val="00080C04"/>
    <w:rsid w:val="00083A5C"/>
    <w:rsid w:val="00083CDD"/>
    <w:rsid w:val="000A3C59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204F8"/>
    <w:rsid w:val="00120D4A"/>
    <w:rsid w:val="001234BA"/>
    <w:rsid w:val="00125FE1"/>
    <w:rsid w:val="0013143A"/>
    <w:rsid w:val="00137D5F"/>
    <w:rsid w:val="00141863"/>
    <w:rsid w:val="00141F34"/>
    <w:rsid w:val="00143261"/>
    <w:rsid w:val="00150676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3EE5"/>
    <w:rsid w:val="0021565A"/>
    <w:rsid w:val="00217069"/>
    <w:rsid w:val="002243E1"/>
    <w:rsid w:val="00224400"/>
    <w:rsid w:val="00226929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E58D1"/>
    <w:rsid w:val="002F59AF"/>
    <w:rsid w:val="00302BC8"/>
    <w:rsid w:val="00304B67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C31"/>
    <w:rsid w:val="003C342E"/>
    <w:rsid w:val="003C40DA"/>
    <w:rsid w:val="003D404F"/>
    <w:rsid w:val="003F714B"/>
    <w:rsid w:val="00403619"/>
    <w:rsid w:val="00403EFE"/>
    <w:rsid w:val="0041251B"/>
    <w:rsid w:val="00425E6E"/>
    <w:rsid w:val="004311DB"/>
    <w:rsid w:val="00432C3E"/>
    <w:rsid w:val="00437E07"/>
    <w:rsid w:val="00440B9B"/>
    <w:rsid w:val="0044351B"/>
    <w:rsid w:val="00451CEA"/>
    <w:rsid w:val="004656C2"/>
    <w:rsid w:val="00472D5D"/>
    <w:rsid w:val="00472DFF"/>
    <w:rsid w:val="0047496D"/>
    <w:rsid w:val="0047581E"/>
    <w:rsid w:val="00477E8A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6BC0"/>
    <w:rsid w:val="005C4991"/>
    <w:rsid w:val="005C4E4A"/>
    <w:rsid w:val="005D62CE"/>
    <w:rsid w:val="005E1A93"/>
    <w:rsid w:val="005E584A"/>
    <w:rsid w:val="005E7073"/>
    <w:rsid w:val="00620476"/>
    <w:rsid w:val="0062614B"/>
    <w:rsid w:val="006368ED"/>
    <w:rsid w:val="00646D7F"/>
    <w:rsid w:val="00651F5E"/>
    <w:rsid w:val="0066347D"/>
    <w:rsid w:val="006744BF"/>
    <w:rsid w:val="006817D2"/>
    <w:rsid w:val="00687329"/>
    <w:rsid w:val="00693245"/>
    <w:rsid w:val="006970C1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7CE4"/>
    <w:rsid w:val="00735764"/>
    <w:rsid w:val="007415D0"/>
    <w:rsid w:val="007538BF"/>
    <w:rsid w:val="00773380"/>
    <w:rsid w:val="00773A8D"/>
    <w:rsid w:val="0077490E"/>
    <w:rsid w:val="00790C78"/>
    <w:rsid w:val="00795018"/>
    <w:rsid w:val="007B68CB"/>
    <w:rsid w:val="007C3CD9"/>
    <w:rsid w:val="007C488A"/>
    <w:rsid w:val="007E461D"/>
    <w:rsid w:val="007F030A"/>
    <w:rsid w:val="007F6B75"/>
    <w:rsid w:val="008061F7"/>
    <w:rsid w:val="00814282"/>
    <w:rsid w:val="008266CC"/>
    <w:rsid w:val="00831C67"/>
    <w:rsid w:val="008346C7"/>
    <w:rsid w:val="00834D54"/>
    <w:rsid w:val="00834E34"/>
    <w:rsid w:val="00835D3E"/>
    <w:rsid w:val="00841247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D62C0"/>
    <w:rsid w:val="008F08BE"/>
    <w:rsid w:val="008F1679"/>
    <w:rsid w:val="00900EC1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7670B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A14F6"/>
    <w:rsid w:val="00AA2AD6"/>
    <w:rsid w:val="00AA41CD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B6F"/>
    <w:rsid w:val="00B91FAA"/>
    <w:rsid w:val="00BA3351"/>
    <w:rsid w:val="00BA3443"/>
    <w:rsid w:val="00BA57F2"/>
    <w:rsid w:val="00BB4429"/>
    <w:rsid w:val="00BC1C44"/>
    <w:rsid w:val="00BE1715"/>
    <w:rsid w:val="00BE56C9"/>
    <w:rsid w:val="00BF0AF6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40DAA"/>
    <w:rsid w:val="00D46A7B"/>
    <w:rsid w:val="00D61B52"/>
    <w:rsid w:val="00D64BFF"/>
    <w:rsid w:val="00D80FF2"/>
    <w:rsid w:val="00D85F13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D3ACD"/>
    <w:rsid w:val="00ED46E2"/>
    <w:rsid w:val="00EF0509"/>
    <w:rsid w:val="00EF2A45"/>
    <w:rsid w:val="00F0689B"/>
    <w:rsid w:val="00F12DC4"/>
    <w:rsid w:val="00F17ADE"/>
    <w:rsid w:val="00F2199C"/>
    <w:rsid w:val="00F2336C"/>
    <w:rsid w:val="00F23654"/>
    <w:rsid w:val="00F40B3F"/>
    <w:rsid w:val="00F40DF2"/>
    <w:rsid w:val="00F423B4"/>
    <w:rsid w:val="00F4264B"/>
    <w:rsid w:val="00F6635F"/>
    <w:rsid w:val="00F72E00"/>
    <w:rsid w:val="00F73FDD"/>
    <w:rsid w:val="00F81B53"/>
    <w:rsid w:val="00F85F5F"/>
    <w:rsid w:val="00F87889"/>
    <w:rsid w:val="00F935F0"/>
    <w:rsid w:val="00FB5259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AC84AF7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31921"/>
    <w:rsid w:val="005D2A83"/>
    <w:rsid w:val="005F0742"/>
    <w:rsid w:val="00624961"/>
    <w:rsid w:val="006274C6"/>
    <w:rsid w:val="00634106"/>
    <w:rsid w:val="007231B2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E32A7D"/>
    <w:rsid w:val="00E364A5"/>
    <w:rsid w:val="00E603DD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C4C2-7BC0-47A5-8C47-17C3E111D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0</TotalTime>
  <Pages>1</Pages>
  <Words>173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Kubová, Dagmar</cp:lastModifiedBy>
  <cp:revision>2</cp:revision>
  <cp:lastPrinted>2022-02-01T10:39:00Z</cp:lastPrinted>
  <dcterms:created xsi:type="dcterms:W3CDTF">2022-02-01T10:49:00Z</dcterms:created>
  <dcterms:modified xsi:type="dcterms:W3CDTF">2022-02-01T10:49:00Z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2020-12-18T11:02:07Z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5e59e0a1-38be-489f-b036-00006898d664</vt:lpwstr>
  </property>
  <property fmtid="{D5CDD505-2E9C-101B-9397-08002B2CF9AE}" pid="8" name="MSIP_Label_43f08ec5-d6d9-4227-8387-ccbfcb3632c4_ContentBits">
    <vt:lpwstr>0</vt:lpwstr>
  </property>
</Properties>
</file>